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F" w:rsidRDefault="00825FAF" w:rsidP="00D519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8.6pt;margin-top:-2.3pt;width:176.05pt;height:106.15pt;z-index:251657216">
            <v:textbox style="mso-next-textbox:#_x0000_s1026;mso-fit-shape-to-text:t">
              <w:txbxContent>
                <w:p w:rsidR="00825FAF" w:rsidRPr="0020640A" w:rsidRDefault="00825FAF" w:rsidP="00D519E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This service log must align with daily objectives/goals and lesson plans, progress monitoring data, and students’ IEP services.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7" type="#_x0000_t75" alt="cid:image001.gif@01C9FA36.D68A84F0" style="position:absolute;margin-left:3pt;margin-top:-18.7pt;width:62.25pt;height:61.5pt;z-index:251658240;visibility:visible;mso-position-horizontal-relative:margin;mso-position-vertical-relative:margin">
            <v:imagedata r:id="rId4" o:title=""/>
            <w10:wrap type="square" anchorx="margin" anchory="margin"/>
          </v:shape>
        </w:pict>
      </w:r>
      <w:r>
        <w:rPr>
          <w:noProof/>
        </w:rPr>
        <w:pict>
          <v:shape id="_x0000_s1028" type="#_x0000_t202" style="position:absolute;margin-left:235.65pt;margin-top:-41.95pt;width:230.6pt;height:102.55pt;z-index:251656192;mso-position-horizontal-relative:margin" filled="f" stroked="f">
            <v:textbox style="mso-next-textbox:#_x0000_s1028">
              <w:txbxContent>
                <w:p w:rsidR="00825FAF" w:rsidRDefault="00825FAF" w:rsidP="00D519E0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5FAF" w:rsidRPr="0020640A" w:rsidRDefault="00825FAF" w:rsidP="00D519E0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640A">
                    <w:rPr>
                      <w:b/>
                      <w:sz w:val="24"/>
                      <w:szCs w:val="24"/>
                    </w:rPr>
                    <w:t>DENVER PUBLIC SCHOOLS</w:t>
                  </w:r>
                </w:p>
                <w:p w:rsidR="00825FAF" w:rsidRDefault="00825FAF" w:rsidP="00D519E0">
                  <w:pPr>
                    <w:spacing w:after="0" w:line="240" w:lineRule="auto"/>
                    <w:jc w:val="center"/>
                  </w:pPr>
                  <w:r>
                    <w:t>Division of Student Services</w:t>
                  </w:r>
                </w:p>
                <w:p w:rsidR="00825FAF" w:rsidRPr="00D519E0" w:rsidRDefault="00825FAF" w:rsidP="00D519E0">
                  <w:pPr>
                    <w:shd w:val="clear" w:color="auto" w:fill="FFFFFF"/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519E0">
                    <w:rPr>
                      <w:b/>
                      <w:sz w:val="24"/>
                      <w:szCs w:val="24"/>
                      <w:u w:val="single"/>
                    </w:rPr>
                    <w:t>Special Educator’s Service Log</w:t>
                  </w:r>
                </w:p>
                <w:p w:rsidR="00825FAF" w:rsidRPr="0020640A" w:rsidRDefault="00825FAF" w:rsidP="00D519E0">
                  <w:pPr>
                    <w:spacing w:after="0" w:line="240" w:lineRule="auto"/>
                    <w:jc w:val="center"/>
                  </w:pPr>
                </w:p>
                <w:p w:rsidR="00825FAF" w:rsidRPr="0020640A" w:rsidRDefault="00825FAF" w:rsidP="00D519E0">
                  <w:pPr>
                    <w:spacing w:line="240" w:lineRule="auto"/>
                    <w:rPr>
                      <w:b/>
                    </w:rPr>
                  </w:pPr>
                </w:p>
              </w:txbxContent>
            </v:textbox>
            <w10:wrap anchorx="margin"/>
          </v:shape>
        </w:pict>
      </w:r>
      <w:r>
        <w:tab/>
      </w:r>
      <w:r>
        <w:tab/>
      </w:r>
      <w:r>
        <w:tab/>
      </w:r>
      <w:r>
        <w:tab/>
      </w:r>
      <w:r>
        <w:tab/>
      </w:r>
    </w:p>
    <w:p w:rsidR="00825FAF" w:rsidRDefault="00825FAF" w:rsidP="00FE31C2">
      <w:pPr>
        <w:spacing w:after="0"/>
        <w:jc w:val="center"/>
      </w:pPr>
    </w:p>
    <w:p w:rsidR="00825FAF" w:rsidRDefault="00825FAF" w:rsidP="00D519E0">
      <w:pPr>
        <w:spacing w:after="0"/>
        <w:rPr>
          <w:b/>
          <w:sz w:val="24"/>
          <w:szCs w:val="24"/>
        </w:rPr>
      </w:pPr>
    </w:p>
    <w:tbl>
      <w:tblPr>
        <w:tblW w:w="1521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24"/>
        <w:gridCol w:w="4872"/>
        <w:gridCol w:w="5214"/>
      </w:tblGrid>
      <w:tr w:rsidR="00825FAF" w:rsidRPr="00B61736" w:rsidTr="00B61736">
        <w:tc>
          <w:tcPr>
            <w:tcW w:w="5124" w:type="dxa"/>
          </w:tcPr>
          <w:p w:rsidR="00825FAF" w:rsidRPr="00B61736" w:rsidRDefault="00825FAF" w:rsidP="00B61736">
            <w:pPr>
              <w:spacing w:after="0"/>
              <w:rPr>
                <w:b/>
                <w:sz w:val="24"/>
                <w:szCs w:val="24"/>
              </w:rPr>
            </w:pPr>
            <w:r w:rsidRPr="00B61736">
              <w:rPr>
                <w:b/>
                <w:sz w:val="24"/>
                <w:szCs w:val="24"/>
              </w:rPr>
              <w:t xml:space="preserve">Teacher’s Name:  </w:t>
            </w: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872" w:type="dxa"/>
          </w:tcPr>
          <w:p w:rsidR="00825FAF" w:rsidRPr="00B61736" w:rsidRDefault="00825FAF" w:rsidP="00B61736">
            <w:pPr>
              <w:spacing w:after="0"/>
              <w:rPr>
                <w:b/>
                <w:sz w:val="24"/>
                <w:szCs w:val="24"/>
              </w:rPr>
            </w:pPr>
            <w:r w:rsidRPr="00B61736">
              <w:rPr>
                <w:b/>
                <w:sz w:val="24"/>
                <w:szCs w:val="24"/>
              </w:rPr>
              <w:t>School: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5214" w:type="dxa"/>
          </w:tcPr>
          <w:p w:rsidR="00825FAF" w:rsidRPr="00B61736" w:rsidRDefault="00825FAF" w:rsidP="00B61736">
            <w:pPr>
              <w:spacing w:after="0"/>
              <w:rPr>
                <w:b/>
                <w:sz w:val="24"/>
                <w:szCs w:val="24"/>
              </w:rPr>
            </w:pPr>
            <w:r w:rsidRPr="00B61736">
              <w:rPr>
                <w:b/>
                <w:sz w:val="24"/>
                <w:szCs w:val="24"/>
              </w:rPr>
              <w:t>Month/Year: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7E3B">
              <w:rPr>
                <w:rStyle w:val="PlaceholderText"/>
              </w:rPr>
              <w:t>Click here to enter text.</w:t>
            </w:r>
          </w:p>
        </w:tc>
      </w:tr>
    </w:tbl>
    <w:p w:rsidR="00825FAF" w:rsidRDefault="00825FAF" w:rsidP="00D519E0">
      <w:pPr>
        <w:spacing w:after="0"/>
        <w:rPr>
          <w:sz w:val="16"/>
          <w:szCs w:val="16"/>
        </w:rPr>
      </w:pPr>
      <w:r>
        <w:rPr>
          <w:noProof/>
        </w:rPr>
        <w:pict>
          <v:rect id="_x0000_s1029" style="position:absolute;margin-left:-18.75pt;margin-top:6.15pt;width:762pt;height:468pt;z-index:251659264;mso-position-horizontal-relative:text;mso-position-vertical-relative:text" filled="f"/>
        </w:pict>
      </w:r>
    </w:p>
    <w:p w:rsidR="00825FAF" w:rsidRPr="00D519E0" w:rsidRDefault="00825FAF" w:rsidP="00D519E0">
      <w:pPr>
        <w:spacing w:after="0"/>
        <w:rPr>
          <w:sz w:val="16"/>
          <w:szCs w:val="16"/>
        </w:rPr>
      </w:pPr>
      <w:r w:rsidRPr="00D519E0">
        <w:rPr>
          <w:sz w:val="16"/>
          <w:szCs w:val="16"/>
        </w:rPr>
        <w:t xml:space="preserve">The service provider logs are to be completed daily and kept in teacher’s data notebook and/or lesson plan book until the end of each month.  </w:t>
      </w:r>
      <w:r>
        <w:rPr>
          <w:sz w:val="16"/>
          <w:szCs w:val="16"/>
        </w:rPr>
        <w:t>File and archive with your lesson plans</w:t>
      </w:r>
      <w:r w:rsidRPr="00D519E0">
        <w:rPr>
          <w:sz w:val="16"/>
          <w:szCs w:val="16"/>
        </w:rPr>
        <w:t xml:space="preserve"> for auditing purposes.  </w:t>
      </w: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61"/>
        <w:gridCol w:w="402"/>
        <w:gridCol w:w="402"/>
        <w:gridCol w:w="402"/>
        <w:gridCol w:w="403"/>
        <w:gridCol w:w="402"/>
        <w:gridCol w:w="402"/>
        <w:gridCol w:w="403"/>
        <w:gridCol w:w="402"/>
        <w:gridCol w:w="402"/>
        <w:gridCol w:w="402"/>
        <w:gridCol w:w="403"/>
        <w:gridCol w:w="402"/>
        <w:gridCol w:w="402"/>
        <w:gridCol w:w="403"/>
        <w:gridCol w:w="402"/>
        <w:gridCol w:w="402"/>
        <w:gridCol w:w="402"/>
        <w:gridCol w:w="403"/>
        <w:gridCol w:w="402"/>
        <w:gridCol w:w="402"/>
        <w:gridCol w:w="403"/>
        <w:gridCol w:w="402"/>
        <w:gridCol w:w="402"/>
        <w:gridCol w:w="402"/>
        <w:gridCol w:w="403"/>
        <w:gridCol w:w="402"/>
        <w:gridCol w:w="402"/>
        <w:gridCol w:w="403"/>
        <w:gridCol w:w="402"/>
        <w:gridCol w:w="402"/>
        <w:gridCol w:w="403"/>
      </w:tblGrid>
      <w:tr w:rsidR="00825FAF" w:rsidRPr="00A05958" w:rsidTr="00F13163"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FAF" w:rsidRPr="00A05958" w:rsidRDefault="00825FAF" w:rsidP="00A059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1" w:type="dxa"/>
            <w:gridSpan w:val="31"/>
            <w:tcBorders>
              <w:left w:val="single" w:sz="4" w:space="0" w:color="auto"/>
            </w:tcBorders>
          </w:tcPr>
          <w:p w:rsidR="00825FAF" w:rsidRPr="00A05958" w:rsidRDefault="00825FAF" w:rsidP="00A059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05958">
              <w:rPr>
                <w:b/>
                <w:sz w:val="24"/>
                <w:szCs w:val="24"/>
              </w:rPr>
              <w:t>DATE</w:t>
            </w:r>
          </w:p>
        </w:tc>
      </w:tr>
      <w:tr w:rsidR="00825FAF" w:rsidRPr="00A05958" w:rsidTr="00F13163">
        <w:tc>
          <w:tcPr>
            <w:tcW w:w="2761" w:type="dxa"/>
            <w:tcBorders>
              <w:top w:val="single" w:sz="4" w:space="0" w:color="auto"/>
            </w:tcBorders>
          </w:tcPr>
          <w:p w:rsidR="00825FAF" w:rsidRPr="00A05958" w:rsidRDefault="00825FAF" w:rsidP="00A05958">
            <w:pPr>
              <w:spacing w:after="0" w:line="240" w:lineRule="auto"/>
              <w:jc w:val="center"/>
            </w:pPr>
            <w:r w:rsidRPr="00A05958">
              <w:rPr>
                <w:b/>
                <w:sz w:val="24"/>
                <w:szCs w:val="24"/>
              </w:rPr>
              <w:t>STUDENT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34196">
              <w:rPr>
                <w:b/>
                <w:sz w:val="16"/>
                <w:szCs w:val="16"/>
              </w:rPr>
              <w:t>31</w:t>
            </w: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  <w:noWrap/>
          </w:tcPr>
          <w:p w:rsidR="00825FAF" w:rsidRPr="002D0D68" w:rsidRDefault="00825FAF" w:rsidP="00A05958">
            <w:pPr>
              <w:spacing w:after="0" w:line="240" w:lineRule="auto"/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25FAF" w:rsidRPr="00A05958" w:rsidTr="00F13163">
        <w:tc>
          <w:tcPr>
            <w:tcW w:w="2761" w:type="dxa"/>
          </w:tcPr>
          <w:p w:rsidR="00825FAF" w:rsidRPr="00A05958" w:rsidRDefault="00825FAF" w:rsidP="00A05958">
            <w:pPr>
              <w:spacing w:after="0" w:line="240" w:lineRule="auto"/>
            </w:pPr>
            <w:r w:rsidRPr="00557E3B">
              <w:rPr>
                <w:rStyle w:val="PlaceholderText"/>
              </w:rPr>
              <w:t>Click here to enter text.</w:t>
            </w: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3" w:type="dxa"/>
          </w:tcPr>
          <w:p w:rsidR="00825FAF" w:rsidRPr="00734196" w:rsidRDefault="00825FAF" w:rsidP="00A059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825FAF" w:rsidRPr="00F86F71" w:rsidRDefault="00825FAF" w:rsidP="00B63E3A">
      <w:pPr>
        <w:spacing w:after="0"/>
        <w:jc w:val="center"/>
        <w:rPr>
          <w:b/>
        </w:rPr>
      </w:pPr>
      <w:r>
        <w:rPr>
          <w:b/>
        </w:rPr>
        <w:t xml:space="preserve">DIRECT SERVICE </w:t>
      </w:r>
      <w:r w:rsidRPr="00F86F71">
        <w:rPr>
          <w:b/>
        </w:rPr>
        <w:t>CODES:</w:t>
      </w:r>
    </w:p>
    <w:tbl>
      <w:tblPr>
        <w:tblW w:w="151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0"/>
        <w:gridCol w:w="1890"/>
        <w:gridCol w:w="1890"/>
        <w:gridCol w:w="1890"/>
        <w:gridCol w:w="1890"/>
        <w:gridCol w:w="1890"/>
        <w:gridCol w:w="1890"/>
        <w:gridCol w:w="1890"/>
      </w:tblGrid>
      <w:tr w:rsidR="00825FAF" w:rsidTr="009620EA">
        <w:tc>
          <w:tcPr>
            <w:tcW w:w="1890" w:type="dxa"/>
          </w:tcPr>
          <w:p w:rsidR="00825FAF" w:rsidRPr="000C5346" w:rsidRDefault="00825FAF" w:rsidP="002D0D6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  <w:r w:rsidRPr="000C534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0C5346">
              <w:rPr>
                <w:sz w:val="16"/>
                <w:szCs w:val="16"/>
              </w:rPr>
              <w:t xml:space="preserve"> I</w:t>
            </w:r>
            <w:r>
              <w:rPr>
                <w:sz w:val="16"/>
                <w:szCs w:val="16"/>
              </w:rPr>
              <w:t>EP Service Provided</w:t>
            </w:r>
          </w:p>
        </w:tc>
        <w:tc>
          <w:tcPr>
            <w:tcW w:w="1890" w:type="dxa"/>
          </w:tcPr>
          <w:p w:rsidR="00825FAF" w:rsidRPr="000C5346" w:rsidRDefault="00825FAF" w:rsidP="00EC2E41">
            <w:pPr>
              <w:spacing w:after="0"/>
              <w:jc w:val="center"/>
              <w:rPr>
                <w:sz w:val="16"/>
                <w:szCs w:val="16"/>
              </w:rPr>
            </w:pPr>
            <w:r w:rsidRPr="000C5346">
              <w:rPr>
                <w:b/>
                <w:sz w:val="16"/>
                <w:szCs w:val="16"/>
              </w:rPr>
              <w:t>A</w:t>
            </w:r>
            <w:r w:rsidRPr="000C5346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 xml:space="preserve">Student </w:t>
            </w:r>
            <w:r w:rsidRPr="000C5346">
              <w:rPr>
                <w:sz w:val="16"/>
                <w:szCs w:val="16"/>
              </w:rPr>
              <w:t xml:space="preserve">Absent </w:t>
            </w:r>
          </w:p>
        </w:tc>
        <w:tc>
          <w:tcPr>
            <w:tcW w:w="1890" w:type="dxa"/>
          </w:tcPr>
          <w:p w:rsidR="00825FAF" w:rsidRPr="000C5346" w:rsidRDefault="00825FAF" w:rsidP="002D0D68">
            <w:pPr>
              <w:spacing w:after="0"/>
              <w:jc w:val="center"/>
              <w:rPr>
                <w:sz w:val="16"/>
                <w:szCs w:val="16"/>
              </w:rPr>
            </w:pPr>
            <w:r w:rsidRPr="000C5346">
              <w:rPr>
                <w:b/>
                <w:sz w:val="16"/>
                <w:szCs w:val="16"/>
              </w:rPr>
              <w:t>H</w:t>
            </w:r>
            <w:r w:rsidRPr="000C5346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Holiday/Vacation</w:t>
            </w:r>
          </w:p>
        </w:tc>
        <w:tc>
          <w:tcPr>
            <w:tcW w:w="1890" w:type="dxa"/>
          </w:tcPr>
          <w:p w:rsidR="00825FAF" w:rsidRPr="002D0D68" w:rsidRDefault="00825FAF" w:rsidP="00EC2E41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PD – </w:t>
            </w:r>
            <w:r>
              <w:rPr>
                <w:sz w:val="16"/>
                <w:szCs w:val="16"/>
              </w:rPr>
              <w:t>Planning Day</w:t>
            </w:r>
          </w:p>
        </w:tc>
        <w:tc>
          <w:tcPr>
            <w:tcW w:w="1890" w:type="dxa"/>
          </w:tcPr>
          <w:p w:rsidR="00825FAF" w:rsidRPr="000C5346" w:rsidRDefault="00825FAF" w:rsidP="00EC2E41">
            <w:pPr>
              <w:spacing w:after="0"/>
              <w:jc w:val="center"/>
              <w:rPr>
                <w:sz w:val="16"/>
                <w:szCs w:val="16"/>
              </w:rPr>
            </w:pPr>
            <w:r w:rsidRPr="000C5346"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</w:rPr>
              <w:t>T</w:t>
            </w:r>
            <w:r w:rsidRPr="000C5346">
              <w:rPr>
                <w:sz w:val="16"/>
                <w:szCs w:val="16"/>
              </w:rPr>
              <w:t xml:space="preserve"> – Field Trip</w:t>
            </w:r>
          </w:p>
        </w:tc>
        <w:tc>
          <w:tcPr>
            <w:tcW w:w="1890" w:type="dxa"/>
          </w:tcPr>
          <w:p w:rsidR="00825FAF" w:rsidRPr="000C5346" w:rsidRDefault="00825FAF" w:rsidP="00EC2E41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SE – </w:t>
            </w:r>
            <w:r>
              <w:rPr>
                <w:sz w:val="16"/>
                <w:szCs w:val="16"/>
              </w:rPr>
              <w:t>Special Event</w:t>
            </w:r>
          </w:p>
        </w:tc>
        <w:tc>
          <w:tcPr>
            <w:tcW w:w="1890" w:type="dxa"/>
          </w:tcPr>
          <w:p w:rsidR="00825FAF" w:rsidRPr="000C5346" w:rsidRDefault="00825FAF" w:rsidP="00EC2E41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TA – </w:t>
            </w:r>
            <w:r>
              <w:rPr>
                <w:sz w:val="16"/>
                <w:szCs w:val="16"/>
              </w:rPr>
              <w:t>Teacher Absent</w:t>
            </w:r>
          </w:p>
        </w:tc>
        <w:tc>
          <w:tcPr>
            <w:tcW w:w="1890" w:type="dxa"/>
          </w:tcPr>
          <w:p w:rsidR="00825FAF" w:rsidRPr="000C5346" w:rsidRDefault="00825FAF" w:rsidP="000C5346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 – </w:t>
            </w:r>
            <w:r>
              <w:rPr>
                <w:sz w:val="16"/>
                <w:szCs w:val="16"/>
              </w:rPr>
              <w:t>Other (Explain)</w:t>
            </w:r>
          </w:p>
        </w:tc>
      </w:tr>
    </w:tbl>
    <w:p w:rsidR="00825FAF" w:rsidRDefault="00825FAF" w:rsidP="00F86F71">
      <w:pPr>
        <w:spacing w:after="0"/>
      </w:pPr>
    </w:p>
    <w:p w:rsidR="00825FAF" w:rsidRPr="002D0D68" w:rsidRDefault="00825FAF" w:rsidP="002D0D68">
      <w:pPr>
        <w:spacing w:after="0"/>
        <w:jc w:val="center"/>
      </w:pPr>
      <w:r>
        <w:rPr>
          <w:b/>
        </w:rPr>
        <w:t>INDICATE INDIRECT SERVICE (CONSULT) BY:</w:t>
      </w:r>
      <w:r>
        <w:t xml:space="preserve">  I,minutes (i.e., I,15)</w:t>
      </w:r>
    </w:p>
    <w:sectPr w:rsidR="00825FAF" w:rsidRPr="002D0D68" w:rsidSect="004C5C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20"/>
  <w:doNotShadeFormData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C65"/>
    <w:rsid w:val="000C3B1D"/>
    <w:rsid w:val="000C5346"/>
    <w:rsid w:val="00154317"/>
    <w:rsid w:val="0020640A"/>
    <w:rsid w:val="00250E71"/>
    <w:rsid w:val="002D0D68"/>
    <w:rsid w:val="00387C5C"/>
    <w:rsid w:val="003B4989"/>
    <w:rsid w:val="003F72B5"/>
    <w:rsid w:val="00456211"/>
    <w:rsid w:val="004C5C65"/>
    <w:rsid w:val="00557E3B"/>
    <w:rsid w:val="005C03A8"/>
    <w:rsid w:val="005E5FA1"/>
    <w:rsid w:val="005F7471"/>
    <w:rsid w:val="00734196"/>
    <w:rsid w:val="007710F6"/>
    <w:rsid w:val="007B2C5C"/>
    <w:rsid w:val="00825FAF"/>
    <w:rsid w:val="00854B5D"/>
    <w:rsid w:val="008A44CD"/>
    <w:rsid w:val="00905CFE"/>
    <w:rsid w:val="009620EA"/>
    <w:rsid w:val="009B52F4"/>
    <w:rsid w:val="009E0424"/>
    <w:rsid w:val="009F160A"/>
    <w:rsid w:val="00A05958"/>
    <w:rsid w:val="00A269B6"/>
    <w:rsid w:val="00A77EAB"/>
    <w:rsid w:val="00B46A74"/>
    <w:rsid w:val="00B61736"/>
    <w:rsid w:val="00B63E3A"/>
    <w:rsid w:val="00B72704"/>
    <w:rsid w:val="00BF524E"/>
    <w:rsid w:val="00C14706"/>
    <w:rsid w:val="00C30A35"/>
    <w:rsid w:val="00C958F9"/>
    <w:rsid w:val="00CC0E68"/>
    <w:rsid w:val="00CE3BB8"/>
    <w:rsid w:val="00D519E0"/>
    <w:rsid w:val="00E05F53"/>
    <w:rsid w:val="00E06E0F"/>
    <w:rsid w:val="00E55D37"/>
    <w:rsid w:val="00EC2E41"/>
    <w:rsid w:val="00F13163"/>
    <w:rsid w:val="00F86F71"/>
    <w:rsid w:val="00FE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C5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5C6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77EA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7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7E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318</Words>
  <Characters>1815</Characters>
  <Application>Microsoft Office Outlook</Application>
  <DocSecurity>0</DocSecurity>
  <Lines>0</Lines>
  <Paragraphs>0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rford1</dc:creator>
  <cp:keywords/>
  <dc:description/>
  <cp:lastModifiedBy>Denver Public Schools</cp:lastModifiedBy>
  <cp:revision>2</cp:revision>
  <cp:lastPrinted>2009-07-22T16:06:00Z</cp:lastPrinted>
  <dcterms:created xsi:type="dcterms:W3CDTF">2009-08-20T18:40:00Z</dcterms:created>
  <dcterms:modified xsi:type="dcterms:W3CDTF">2009-08-20T18:40:00Z</dcterms:modified>
</cp:coreProperties>
</file>